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7"/>
        <w:gridCol w:w="4641"/>
      </w:tblGrid>
      <w:tr w:rsidR="005E5126" w:rsidTr="005E5126">
        <w:trPr>
          <w:trHeight w:val="473"/>
        </w:trPr>
        <w:tc>
          <w:tcPr>
            <w:tcW w:w="5385" w:type="dxa"/>
          </w:tcPr>
          <w:p w:rsidR="005E5126" w:rsidRPr="003D004D" w:rsidRDefault="005E5126">
            <w:r w:rsidRPr="003D004D">
              <w:rPr>
                <w:b/>
              </w:rPr>
              <w:t>NAME:</w:t>
            </w:r>
            <w:r w:rsidR="00E57167">
              <w:rPr>
                <w:b/>
              </w:rPr>
              <w:t xml:space="preserve"> Brianna Huot</w:t>
            </w:r>
          </w:p>
        </w:tc>
        <w:tc>
          <w:tcPr>
            <w:tcW w:w="5222" w:type="dxa"/>
          </w:tcPr>
          <w:p w:rsidR="005E5126" w:rsidRPr="005E5126" w:rsidRDefault="005E5126" w:rsidP="005E5126">
            <w:pPr>
              <w:rPr>
                <w:b/>
              </w:rPr>
            </w:pPr>
            <w:r>
              <w:rPr>
                <w:b/>
              </w:rPr>
              <w:t xml:space="preserve">WEEK #:  </w:t>
            </w:r>
            <w:r w:rsidR="00E57167">
              <w:rPr>
                <w:b/>
              </w:rPr>
              <w:t>5</w:t>
            </w:r>
          </w:p>
        </w:tc>
      </w:tr>
      <w:tr w:rsidR="003D004D" w:rsidTr="003D004D">
        <w:trPr>
          <w:trHeight w:val="473"/>
        </w:trPr>
        <w:tc>
          <w:tcPr>
            <w:tcW w:w="5380" w:type="dxa"/>
          </w:tcPr>
          <w:p w:rsidR="003D004D" w:rsidRPr="003D004D" w:rsidRDefault="003D004D" w:rsidP="005E5126">
            <w:pPr>
              <w:rPr>
                <w:b/>
              </w:rPr>
            </w:pPr>
            <w:r w:rsidRPr="003D004D">
              <w:rPr>
                <w:b/>
              </w:rPr>
              <w:t xml:space="preserve">Monday </w:t>
            </w:r>
          </w:p>
        </w:tc>
        <w:tc>
          <w:tcPr>
            <w:tcW w:w="5227" w:type="dxa"/>
          </w:tcPr>
          <w:p w:rsidR="003D004D" w:rsidRPr="003D004D" w:rsidRDefault="003D004D">
            <w:pPr>
              <w:rPr>
                <w:b/>
              </w:rPr>
            </w:pPr>
            <w:r w:rsidRPr="003D004D">
              <w:rPr>
                <w:b/>
              </w:rPr>
              <w:t xml:space="preserve">Tuesday </w:t>
            </w:r>
          </w:p>
        </w:tc>
      </w:tr>
      <w:tr w:rsidR="003D004D" w:rsidTr="003D004D">
        <w:trPr>
          <w:trHeight w:val="603"/>
        </w:trPr>
        <w:tc>
          <w:tcPr>
            <w:tcW w:w="5380" w:type="dxa"/>
          </w:tcPr>
          <w:p w:rsidR="003D004D" w:rsidRPr="003D004D" w:rsidRDefault="003D004D">
            <w:pPr>
              <w:rPr>
                <w:b/>
              </w:rPr>
            </w:pPr>
            <w:r w:rsidRPr="003D004D">
              <w:rPr>
                <w:b/>
              </w:rPr>
              <w:t xml:space="preserve">Term: </w:t>
            </w:r>
            <w:r w:rsidR="007D5701">
              <w:rPr>
                <w:b/>
              </w:rPr>
              <w:t>RAM ( random access memory)</w:t>
            </w:r>
          </w:p>
        </w:tc>
        <w:tc>
          <w:tcPr>
            <w:tcW w:w="5227" w:type="dxa"/>
          </w:tcPr>
          <w:p w:rsidR="003D004D" w:rsidRPr="003D004D" w:rsidRDefault="003D004D">
            <w:pPr>
              <w:rPr>
                <w:b/>
              </w:rPr>
            </w:pPr>
            <w:r w:rsidRPr="003D004D">
              <w:rPr>
                <w:b/>
              </w:rPr>
              <w:t xml:space="preserve">Term:  </w:t>
            </w:r>
            <w:r w:rsidR="00E57167">
              <w:rPr>
                <w:b/>
              </w:rPr>
              <w:t>CPU</w:t>
            </w:r>
          </w:p>
        </w:tc>
      </w:tr>
      <w:tr w:rsidR="003D004D" w:rsidTr="003D004D">
        <w:trPr>
          <w:trHeight w:val="4385"/>
        </w:trPr>
        <w:tc>
          <w:tcPr>
            <w:tcW w:w="5380" w:type="dxa"/>
          </w:tcPr>
          <w:p w:rsidR="003D004D" w:rsidRPr="003D004D" w:rsidRDefault="003D004D">
            <w:pPr>
              <w:rPr>
                <w:b/>
              </w:rPr>
            </w:pPr>
            <w:r w:rsidRPr="003D004D">
              <w:rPr>
                <w:b/>
              </w:rPr>
              <w:t xml:space="preserve">Definition:  </w:t>
            </w:r>
            <w:r w:rsidR="007D5701">
              <w:rPr>
                <w:b/>
              </w:rPr>
              <w:t>RAM is made up of small memory chips that form a memory module. These modules are installed in the RAM slots on the motherboard of your computer.</w:t>
            </w:r>
          </w:p>
        </w:tc>
        <w:tc>
          <w:tcPr>
            <w:tcW w:w="5227" w:type="dxa"/>
          </w:tcPr>
          <w:p w:rsidR="003D004D" w:rsidRPr="003D004D" w:rsidRDefault="003D004D">
            <w:pPr>
              <w:rPr>
                <w:b/>
              </w:rPr>
            </w:pPr>
            <w:r w:rsidRPr="003D004D">
              <w:rPr>
                <w:b/>
              </w:rPr>
              <w:t>Defin</w:t>
            </w:r>
            <w:r w:rsidR="00E57167">
              <w:rPr>
                <w:b/>
              </w:rPr>
              <w:t>i</w:t>
            </w:r>
            <w:r w:rsidRPr="003D004D">
              <w:rPr>
                <w:b/>
              </w:rPr>
              <w:t xml:space="preserve">tion:  </w:t>
            </w:r>
            <w:r w:rsidR="00E57167">
              <w:rPr>
                <w:b/>
              </w:rPr>
              <w:t>Stands for “Central Processing Unit” This is pretty much the brain of your computer. It processes everything from basic instructions to complex functions. Any time something needs to be computed, it gets sent to the CPU.</w:t>
            </w:r>
          </w:p>
        </w:tc>
      </w:tr>
      <w:tr w:rsidR="003D004D" w:rsidTr="003D004D">
        <w:trPr>
          <w:trHeight w:val="603"/>
        </w:trPr>
        <w:tc>
          <w:tcPr>
            <w:tcW w:w="5380" w:type="dxa"/>
          </w:tcPr>
          <w:p w:rsidR="003D004D" w:rsidRPr="003D004D" w:rsidRDefault="003D004D">
            <w:pPr>
              <w:rPr>
                <w:b/>
              </w:rPr>
            </w:pPr>
            <w:r w:rsidRPr="003D004D">
              <w:rPr>
                <w:b/>
              </w:rPr>
              <w:t xml:space="preserve">Wednesday  </w:t>
            </w:r>
          </w:p>
        </w:tc>
        <w:tc>
          <w:tcPr>
            <w:tcW w:w="5227" w:type="dxa"/>
          </w:tcPr>
          <w:p w:rsidR="003D004D" w:rsidRPr="003D004D" w:rsidRDefault="003D004D">
            <w:pPr>
              <w:rPr>
                <w:b/>
              </w:rPr>
            </w:pPr>
            <w:r w:rsidRPr="003D004D">
              <w:rPr>
                <w:b/>
              </w:rPr>
              <w:t xml:space="preserve">Thursday  </w:t>
            </w:r>
          </w:p>
        </w:tc>
      </w:tr>
      <w:tr w:rsidR="003D004D" w:rsidTr="003D004D">
        <w:trPr>
          <w:trHeight w:val="733"/>
        </w:trPr>
        <w:tc>
          <w:tcPr>
            <w:tcW w:w="5380" w:type="dxa"/>
          </w:tcPr>
          <w:p w:rsidR="003D004D" w:rsidRPr="003D004D" w:rsidRDefault="003D004D">
            <w:pPr>
              <w:rPr>
                <w:b/>
              </w:rPr>
            </w:pPr>
            <w:r w:rsidRPr="003D004D">
              <w:rPr>
                <w:b/>
              </w:rPr>
              <w:t xml:space="preserve">Term:  </w:t>
            </w:r>
          </w:p>
        </w:tc>
        <w:tc>
          <w:tcPr>
            <w:tcW w:w="5227" w:type="dxa"/>
          </w:tcPr>
          <w:p w:rsidR="003D004D" w:rsidRPr="003D004D" w:rsidRDefault="003D004D">
            <w:pPr>
              <w:rPr>
                <w:b/>
              </w:rPr>
            </w:pPr>
            <w:r w:rsidRPr="003D004D">
              <w:rPr>
                <w:b/>
              </w:rPr>
              <w:t xml:space="preserve">Term:  </w:t>
            </w:r>
          </w:p>
        </w:tc>
      </w:tr>
      <w:tr w:rsidR="003D004D" w:rsidTr="003D004D">
        <w:trPr>
          <w:trHeight w:val="3977"/>
        </w:trPr>
        <w:tc>
          <w:tcPr>
            <w:tcW w:w="5380" w:type="dxa"/>
          </w:tcPr>
          <w:p w:rsidR="003D004D" w:rsidRPr="003D004D" w:rsidRDefault="003D004D">
            <w:pPr>
              <w:rPr>
                <w:b/>
              </w:rPr>
            </w:pPr>
            <w:r w:rsidRPr="003D004D">
              <w:rPr>
                <w:b/>
              </w:rPr>
              <w:t xml:space="preserve">Definition:  </w:t>
            </w:r>
          </w:p>
        </w:tc>
        <w:tc>
          <w:tcPr>
            <w:tcW w:w="5227" w:type="dxa"/>
          </w:tcPr>
          <w:p w:rsidR="003D004D" w:rsidRPr="003D004D" w:rsidRDefault="003D004D">
            <w:pPr>
              <w:rPr>
                <w:b/>
              </w:rPr>
            </w:pPr>
            <w:r w:rsidRPr="003D004D">
              <w:rPr>
                <w:b/>
              </w:rPr>
              <w:t xml:space="preserve">Definition:  </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692BFE">
              <w:rPr>
                <w:b/>
              </w:rPr>
              <w:t xml:space="preserve"> I liked doing typing pals because they are awesome. I like pizza.</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compat/>
  <w:rsids>
    <w:rsidRoot w:val="00E57167"/>
    <w:rsid w:val="0039291A"/>
    <w:rsid w:val="003A37C7"/>
    <w:rsid w:val="003C456B"/>
    <w:rsid w:val="003D004D"/>
    <w:rsid w:val="00480FC9"/>
    <w:rsid w:val="004F7C77"/>
    <w:rsid w:val="005E5126"/>
    <w:rsid w:val="00692BFE"/>
    <w:rsid w:val="006F6EAB"/>
    <w:rsid w:val="007D5701"/>
    <w:rsid w:val="00830AA8"/>
    <w:rsid w:val="008746CF"/>
    <w:rsid w:val="00A36B4B"/>
    <w:rsid w:val="00D21F89"/>
    <w:rsid w:val="00E57167"/>
    <w:rsid w:val="00E8780A"/>
    <w:rsid w:val="00F02725"/>
    <w:rsid w:val="00F429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7huotb\Desktop\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6</TotalTime>
  <Pages>1</Pages>
  <Words>95</Words>
  <Characters>544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17huotb</dc:creator>
  <cp:keywords/>
  <dc:description/>
  <cp:lastModifiedBy>17huotb</cp:lastModifiedBy>
  <cp:revision>6</cp:revision>
  <dcterms:created xsi:type="dcterms:W3CDTF">2011-11-22T18:05:00Z</dcterms:created>
  <dcterms:modified xsi:type="dcterms:W3CDTF">2011-11-23T16:19:00Z</dcterms:modified>
</cp:coreProperties>
</file>